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B2C3DE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0D7E9AB" w:rsidR="00F1480E" w:rsidRPr="005404CB" w:rsidRDefault="00033F3E" w:rsidP="008910C4">
            <w:pPr>
              <w:pStyle w:val="SIText"/>
            </w:pPr>
            <w:r w:rsidRPr="00033F3E">
              <w:t xml:space="preserve">This version released with AMP Australian Meat Processing Training Package Version </w:t>
            </w:r>
            <w:r w:rsidR="00541542">
              <w:t>8.</w:t>
            </w:r>
            <w:r w:rsidRPr="00033F3E">
              <w:t>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62BFF31" w:rsidR="00F1480E" w:rsidRPr="005404CB" w:rsidRDefault="00583179" w:rsidP="005404CB">
            <w:pPr>
              <w:pStyle w:val="SIUNITCODE"/>
            </w:pPr>
            <w:r w:rsidRPr="00583179">
              <w:t>AMP</w:t>
            </w:r>
            <w:r w:rsidR="005410EE">
              <w:t>QUA4X</w:t>
            </w:r>
            <w:r w:rsidR="0052373C">
              <w:t>23</w:t>
            </w:r>
          </w:p>
        </w:tc>
        <w:tc>
          <w:tcPr>
            <w:tcW w:w="3604" w:type="pct"/>
            <w:shd w:val="clear" w:color="auto" w:fill="auto"/>
          </w:tcPr>
          <w:p w14:paraId="0B6AAD6B" w14:textId="29D16277" w:rsidR="00F1480E" w:rsidRPr="005404CB" w:rsidRDefault="00583179" w:rsidP="005404CB">
            <w:pPr>
              <w:pStyle w:val="SIUnittitle"/>
            </w:pPr>
            <w:r w:rsidRPr="00583179">
              <w:t xml:space="preserve">Participate in the ongoing development and implementation of a HACCP and </w:t>
            </w:r>
            <w:r w:rsidR="005410EE" w:rsidRPr="000D0D2A">
              <w:rPr>
                <w:rStyle w:val="SITemporaryText-green"/>
              </w:rPr>
              <w:t>QA</w:t>
            </w:r>
            <w:r w:rsidRPr="00583179">
              <w:t xml:space="preserve"> system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48336" w14:textId="089C248F" w:rsidR="003C75B0" w:rsidRDefault="003C75B0" w:rsidP="003C75B0">
            <w:pPr>
              <w:pStyle w:val="SIText"/>
            </w:pPr>
            <w:r w:rsidRPr="003C75B0">
              <w:t>This unit describes the skills and knowledge required to develop and manage a Hazard and Critical Control Point (HACCP)-based Quality Assurance (QA) program.</w:t>
            </w:r>
          </w:p>
          <w:p w14:paraId="6933302E" w14:textId="77777777" w:rsidR="00E468DC" w:rsidRPr="003C75B0" w:rsidRDefault="00E468DC" w:rsidP="003C75B0">
            <w:pPr>
              <w:pStyle w:val="SIText"/>
            </w:pPr>
          </w:p>
          <w:p w14:paraId="298B6F51" w14:textId="4C082B1C" w:rsidR="003C75B0" w:rsidRDefault="003C75B0" w:rsidP="00541542">
            <w:pPr>
              <w:pStyle w:val="SIText"/>
            </w:pPr>
            <w:r w:rsidRPr="003C75B0">
              <w:t xml:space="preserve">This unit </w:t>
            </w:r>
            <w:r w:rsidR="00541542">
              <w:t>applies</w:t>
            </w:r>
            <w:r w:rsidRPr="003C75B0">
              <w:t xml:space="preserve"> to QA personnel and supervisors who are responsible for developing or implementing a HACCP-based QA system in a meat </w:t>
            </w:r>
            <w:r w:rsidR="001E4C95">
              <w:t>processing premises</w:t>
            </w:r>
            <w:r w:rsidRPr="003C75B0">
              <w:t>.</w:t>
            </w:r>
            <w:r w:rsidR="00541542">
              <w:t xml:space="preserve"> In this role, </w:t>
            </w:r>
            <w:r w:rsidRPr="003C75B0">
              <w:t>individuals who take responsibility for their own work and for the quality of others’ work within known parameters. They provide and communicate solutions to a range of predictable and sometimes unpredictable problems.</w:t>
            </w:r>
          </w:p>
          <w:p w14:paraId="067C9549" w14:textId="77777777" w:rsidR="00E468DC" w:rsidRPr="003C75B0" w:rsidRDefault="00E468DC" w:rsidP="003C75B0">
            <w:pPr>
              <w:pStyle w:val="SIText"/>
            </w:pPr>
          </w:p>
          <w:p w14:paraId="60D48DBB" w14:textId="77777777" w:rsidR="001E4C95" w:rsidRPr="001E4C95" w:rsidRDefault="001E4C95" w:rsidP="001E4C95">
            <w:pPr>
              <w:pStyle w:val="SIText"/>
            </w:pPr>
            <w:r w:rsidRPr="001E4C95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54E1CF8" w14:textId="77777777" w:rsidR="001E4C95" w:rsidRPr="001E4C95" w:rsidRDefault="001E4C95" w:rsidP="001E4C95">
            <w:pPr>
              <w:pStyle w:val="SIText"/>
            </w:pPr>
          </w:p>
          <w:p w14:paraId="077C0FC6" w14:textId="134FA15D" w:rsidR="00373436" w:rsidRPr="000754EC" w:rsidRDefault="001E4C95" w:rsidP="003C75B0">
            <w:pPr>
              <w:pStyle w:val="SIText"/>
            </w:pPr>
            <w:r w:rsidRPr="001E4C95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20E3799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0EE3430" w:rsidR="00F1480E" w:rsidRPr="005404CB" w:rsidRDefault="005410EE" w:rsidP="005404CB">
            <w:pPr>
              <w:pStyle w:val="SIText"/>
            </w:pPr>
            <w:r>
              <w:t xml:space="preserve">Quality </w:t>
            </w:r>
            <w:r w:rsidR="00541542">
              <w:t>A</w:t>
            </w:r>
            <w:r>
              <w:t>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68DC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4962DACF" w:rsidR="00E468DC" w:rsidRPr="00E468DC" w:rsidRDefault="00E468DC" w:rsidP="00E468DC">
            <w:pPr>
              <w:pStyle w:val="SIText"/>
            </w:pPr>
            <w:r w:rsidRPr="00E468DC">
              <w:t>1</w:t>
            </w:r>
            <w:r>
              <w:t>.</w:t>
            </w:r>
            <w:r w:rsidRPr="00E468DC">
              <w:t xml:space="preserve"> Involve management and staff in developing the quality system</w:t>
            </w:r>
          </w:p>
        </w:tc>
        <w:tc>
          <w:tcPr>
            <w:tcW w:w="3604" w:type="pct"/>
            <w:shd w:val="clear" w:color="auto" w:fill="auto"/>
          </w:tcPr>
          <w:p w14:paraId="51359FF5" w14:textId="77777777" w:rsidR="00E468DC" w:rsidRPr="00E468DC" w:rsidRDefault="00E468DC" w:rsidP="00E468DC">
            <w:pPr>
              <w:pStyle w:val="SIText"/>
            </w:pPr>
            <w:r w:rsidRPr="00E468DC">
              <w:t>1.1 Involve relevant staff members and managers in clarifying purpose and scope of program</w:t>
            </w:r>
          </w:p>
          <w:p w14:paraId="114667B4" w14:textId="77777777" w:rsidR="00E468DC" w:rsidRPr="00E468DC" w:rsidRDefault="00E468DC" w:rsidP="00E468DC">
            <w:pPr>
              <w:pStyle w:val="SIText"/>
            </w:pPr>
            <w:r w:rsidRPr="00E468DC">
              <w:t>1.2 Clearly define enterprise needs and expectations</w:t>
            </w:r>
          </w:p>
          <w:p w14:paraId="0ACD8386" w14:textId="550514DE" w:rsidR="00E468DC" w:rsidRPr="00E468DC" w:rsidRDefault="00E468DC" w:rsidP="00E468DC">
            <w:pPr>
              <w:pStyle w:val="SIText"/>
            </w:pPr>
            <w:r w:rsidRPr="00E468DC">
              <w:t>1.3 Incorporate other systems, including AUS-MEAT, workplace health and safety and meat inspection in accordance with workplace needs</w:t>
            </w:r>
          </w:p>
        </w:tc>
      </w:tr>
      <w:tr w:rsidR="00E468DC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4314A48D" w:rsidR="00E468DC" w:rsidRPr="00E468DC" w:rsidRDefault="00E468DC" w:rsidP="00E468DC">
            <w:pPr>
              <w:pStyle w:val="SIText"/>
            </w:pPr>
            <w:r w:rsidRPr="00E468DC">
              <w:t>2. Establish the scope of the system</w:t>
            </w:r>
          </w:p>
        </w:tc>
        <w:tc>
          <w:tcPr>
            <w:tcW w:w="3604" w:type="pct"/>
            <w:shd w:val="clear" w:color="auto" w:fill="auto"/>
          </w:tcPr>
          <w:p w14:paraId="47B5762E" w14:textId="77777777" w:rsidR="00E468DC" w:rsidRPr="00E468DC" w:rsidRDefault="00E468DC" w:rsidP="00E468DC">
            <w:pPr>
              <w:pStyle w:val="SIText"/>
            </w:pPr>
            <w:r w:rsidRPr="00E468DC">
              <w:t>2.1 Define the scope of the HACCP-based quality system to encompass food safety, quality, regulatory compliance, animal welfare and preventative maintenance</w:t>
            </w:r>
          </w:p>
          <w:p w14:paraId="1783A146" w14:textId="77777777" w:rsidR="00E468DC" w:rsidRPr="00E468DC" w:rsidRDefault="00E468DC" w:rsidP="00E468DC">
            <w:pPr>
              <w:pStyle w:val="SIText"/>
            </w:pPr>
            <w:r w:rsidRPr="00E468DC">
              <w:t>2.2 Set up the system to prevent and control food safety hazards and other hazards, including product quality and workplace health and safety hazards</w:t>
            </w:r>
          </w:p>
          <w:p w14:paraId="2F41F575" w14:textId="2FCEB6C0" w:rsidR="00E468DC" w:rsidRPr="00E468DC" w:rsidRDefault="00E468DC" w:rsidP="00E468DC">
            <w:pPr>
              <w:pStyle w:val="SIText"/>
            </w:pPr>
            <w:r w:rsidRPr="00E468DC">
              <w:t>2.3 Seek consensus from relevant workplace areas on coverage and scope of system</w:t>
            </w:r>
          </w:p>
        </w:tc>
      </w:tr>
      <w:tr w:rsidR="00E468DC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20C2F22" w:rsidR="00E468DC" w:rsidRPr="00E468DC" w:rsidRDefault="00E468DC" w:rsidP="00E468DC">
            <w:pPr>
              <w:pStyle w:val="SIText"/>
            </w:pPr>
            <w:r w:rsidRPr="00E468DC">
              <w:t>3. Conduct hazard analysis and assessment</w:t>
            </w:r>
          </w:p>
        </w:tc>
        <w:tc>
          <w:tcPr>
            <w:tcW w:w="3604" w:type="pct"/>
            <w:shd w:val="clear" w:color="auto" w:fill="auto"/>
          </w:tcPr>
          <w:p w14:paraId="4F2BE6A5" w14:textId="77777777" w:rsidR="00E468DC" w:rsidRPr="00E468DC" w:rsidRDefault="00E468DC" w:rsidP="00E468DC">
            <w:pPr>
              <w:pStyle w:val="SIText"/>
            </w:pPr>
            <w:r w:rsidRPr="00E468DC">
              <w:t>3.1 Assess every step in the production process for potential food safety hazards</w:t>
            </w:r>
          </w:p>
          <w:p w14:paraId="623C2BD2" w14:textId="7EF34A92" w:rsidR="00E468DC" w:rsidRPr="00E468DC" w:rsidRDefault="00E468DC" w:rsidP="00E468DC">
            <w:pPr>
              <w:pStyle w:val="SIText"/>
            </w:pPr>
            <w:r w:rsidRPr="00E468DC">
              <w:t xml:space="preserve">3.2 Establish </w:t>
            </w:r>
            <w:r w:rsidR="001D3AE1">
              <w:t>c</w:t>
            </w:r>
            <w:r w:rsidRPr="00E468DC">
              <w:t xml:space="preserve">ritical </w:t>
            </w:r>
            <w:r w:rsidR="001D3AE1">
              <w:t>c</w:t>
            </w:r>
            <w:r w:rsidRPr="00E468DC">
              <w:t xml:space="preserve">ontrol </w:t>
            </w:r>
            <w:r w:rsidR="001D3AE1">
              <w:t>p</w:t>
            </w:r>
            <w:r w:rsidRPr="00E468DC">
              <w:t>oints (CCPs) to identify methods for preventing and controlling significant hazards</w:t>
            </w:r>
          </w:p>
          <w:p w14:paraId="3969F600" w14:textId="77777777" w:rsidR="00E468DC" w:rsidRPr="00E468DC" w:rsidRDefault="00E468DC" w:rsidP="00E468DC">
            <w:pPr>
              <w:pStyle w:val="SIText"/>
            </w:pPr>
            <w:r w:rsidRPr="00E468DC">
              <w:t>3.3 Establish critical limits for each CCP</w:t>
            </w:r>
          </w:p>
          <w:p w14:paraId="310F2841" w14:textId="77777777" w:rsidR="00E468DC" w:rsidRPr="00E468DC" w:rsidRDefault="00E468DC" w:rsidP="00E468DC">
            <w:pPr>
              <w:pStyle w:val="SIText"/>
            </w:pPr>
            <w:r w:rsidRPr="00E468DC">
              <w:t>3.4 Assign measurable or recognisable standards for each CCP to define the critical limits</w:t>
            </w:r>
          </w:p>
          <w:p w14:paraId="52188309" w14:textId="2D881FAE" w:rsidR="00E468DC" w:rsidRPr="00E468DC" w:rsidRDefault="00E468DC" w:rsidP="00E468DC">
            <w:pPr>
              <w:pStyle w:val="SIText"/>
            </w:pPr>
            <w:r w:rsidRPr="00E468DC">
              <w:t>3.5 Technically and scientifically validate critical limits</w:t>
            </w:r>
          </w:p>
        </w:tc>
      </w:tr>
      <w:tr w:rsidR="00E468DC" w:rsidRPr="00963A46" w14:paraId="34031F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41D92" w14:textId="5A34166C" w:rsidR="00E468DC" w:rsidRPr="00E468DC" w:rsidRDefault="00E468DC" w:rsidP="00E468DC">
            <w:pPr>
              <w:pStyle w:val="SIText"/>
            </w:pPr>
            <w:r w:rsidRPr="00E468DC">
              <w:lastRenderedPageBreak/>
              <w:t>4. Ensure all documents, work procedures and processes required for the system are developed, available and in use</w:t>
            </w:r>
          </w:p>
        </w:tc>
        <w:tc>
          <w:tcPr>
            <w:tcW w:w="3604" w:type="pct"/>
            <w:shd w:val="clear" w:color="auto" w:fill="auto"/>
          </w:tcPr>
          <w:p w14:paraId="1B4D20A0" w14:textId="77777777" w:rsidR="00E468DC" w:rsidRPr="00E468DC" w:rsidRDefault="00E468DC" w:rsidP="00E468DC">
            <w:pPr>
              <w:pStyle w:val="SIText"/>
            </w:pPr>
            <w:r w:rsidRPr="00E468DC">
              <w:t>4.1 Describe all products and processes covered by the HACCP-based quality system in a standardised format defining product characteristics relevant to food safety</w:t>
            </w:r>
          </w:p>
          <w:p w14:paraId="78E96979" w14:textId="3C8C8AEC" w:rsidR="00E468DC" w:rsidRPr="00E468DC" w:rsidRDefault="00E468DC" w:rsidP="00E468DC">
            <w:pPr>
              <w:pStyle w:val="SIText"/>
            </w:pPr>
            <w:r w:rsidRPr="00E468DC">
              <w:t xml:space="preserve">4.2 Review work instructions and </w:t>
            </w:r>
            <w:r w:rsidR="001D3AE1">
              <w:t>s</w:t>
            </w:r>
            <w:r w:rsidR="001D3AE1" w:rsidRPr="00E468DC">
              <w:t xml:space="preserve">tandard </w:t>
            </w:r>
            <w:r w:rsidR="001D3AE1">
              <w:t>o</w:t>
            </w:r>
            <w:r w:rsidR="001D3AE1" w:rsidRPr="00E468DC">
              <w:t xml:space="preserve">perating </w:t>
            </w:r>
            <w:r w:rsidR="001D3AE1">
              <w:t>p</w:t>
            </w:r>
            <w:r w:rsidR="001D3AE1" w:rsidRPr="00E468DC">
              <w:t xml:space="preserve">rocedures </w:t>
            </w:r>
            <w:r w:rsidRPr="00E468DC">
              <w:t>(SOPs) for accuracy, relevancy and sufficiency to prevent potential hazards</w:t>
            </w:r>
          </w:p>
          <w:p w14:paraId="2D802E82" w14:textId="77777777" w:rsidR="00E468DC" w:rsidRPr="00E468DC" w:rsidRDefault="00E468DC" w:rsidP="00E468DC">
            <w:pPr>
              <w:pStyle w:val="SIText"/>
            </w:pPr>
            <w:r w:rsidRPr="00E468DC">
              <w:t>4.3 Implement documented procedures for monitoring CCPs</w:t>
            </w:r>
          </w:p>
          <w:p w14:paraId="29850C44" w14:textId="77777777" w:rsidR="00E468DC" w:rsidRPr="00E468DC" w:rsidRDefault="00E468DC" w:rsidP="00E468DC">
            <w:pPr>
              <w:pStyle w:val="SIText"/>
            </w:pPr>
            <w:r w:rsidRPr="00E468DC">
              <w:t>4.4 Implement documented procedures designed to ensure any CCPs which are out of control are brought back under control, and any affected products are suitably handled</w:t>
            </w:r>
          </w:p>
          <w:p w14:paraId="70345AC7" w14:textId="77777777" w:rsidR="00E468DC" w:rsidRPr="00E468DC" w:rsidRDefault="00E468DC" w:rsidP="00E468DC">
            <w:pPr>
              <w:pStyle w:val="SIText"/>
            </w:pPr>
            <w:r w:rsidRPr="00E468DC">
              <w:t>4.5 Implement documented procedures to ensure the whole HACCP system is regularly audited and verified as working effectively</w:t>
            </w:r>
          </w:p>
          <w:p w14:paraId="368F56D6" w14:textId="238B6879" w:rsidR="00E468DC" w:rsidRPr="00E468DC" w:rsidRDefault="00E468DC" w:rsidP="00E468DC">
            <w:pPr>
              <w:pStyle w:val="SIText"/>
            </w:pPr>
            <w:r w:rsidRPr="00E468DC">
              <w:t>4.6 Ensure availability, currency and current usage of all documents and records required for system</w:t>
            </w:r>
          </w:p>
        </w:tc>
      </w:tr>
      <w:tr w:rsidR="00E468DC" w:rsidRPr="00963A46" w14:paraId="08A4CA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2F18D1" w14:textId="3633BE41" w:rsidR="00E468DC" w:rsidRPr="00E468DC" w:rsidRDefault="00E468DC" w:rsidP="00E468DC">
            <w:pPr>
              <w:pStyle w:val="SIText"/>
            </w:pPr>
            <w:r w:rsidRPr="00E468DC">
              <w:t>5. Audit, verify and validate the system</w:t>
            </w:r>
          </w:p>
        </w:tc>
        <w:tc>
          <w:tcPr>
            <w:tcW w:w="3604" w:type="pct"/>
            <w:shd w:val="clear" w:color="auto" w:fill="auto"/>
          </w:tcPr>
          <w:p w14:paraId="7A168459" w14:textId="77777777" w:rsidR="00E468DC" w:rsidRPr="00E468DC" w:rsidRDefault="00E468DC" w:rsidP="00E468DC">
            <w:pPr>
              <w:pStyle w:val="SIText"/>
            </w:pPr>
            <w:r w:rsidRPr="00E468DC">
              <w:t>5.1 Routinely revise, verify and validate HACCP plan through reassessing hazards, CCPs, critical limits, testing methods, and all related HACCP system procedures, to ensure their ongoing relevancy to plant operations</w:t>
            </w:r>
          </w:p>
          <w:p w14:paraId="4CE04823" w14:textId="77777777" w:rsidR="00E468DC" w:rsidRPr="00E468DC" w:rsidRDefault="00E468DC" w:rsidP="00E468DC">
            <w:pPr>
              <w:pStyle w:val="SIText"/>
            </w:pPr>
            <w:r w:rsidRPr="00E468DC">
              <w:t>5.2 Take corrective action and record follow up on audit findings</w:t>
            </w:r>
          </w:p>
          <w:p w14:paraId="66D80781" w14:textId="533C3FA7" w:rsidR="00E468DC" w:rsidRPr="00E468DC" w:rsidRDefault="00E468DC" w:rsidP="00E468DC">
            <w:pPr>
              <w:pStyle w:val="SIText"/>
            </w:pPr>
            <w:r w:rsidRPr="00E468DC">
              <w:t>5.3 Review HACCP system to account for any process or product changes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0D0D2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91D5B" w:rsidRPr="00336FCA" w:rsidDel="00423CB2" w14:paraId="0F6A990C" w14:textId="77777777" w:rsidTr="00CA2922">
        <w:trPr>
          <w:tblHeader/>
        </w:trPr>
        <w:tc>
          <w:tcPr>
            <w:tcW w:w="1396" w:type="pct"/>
          </w:tcPr>
          <w:p w14:paraId="033A794E" w14:textId="6C1A6355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Learning</w:t>
            </w:r>
          </w:p>
        </w:tc>
        <w:tc>
          <w:tcPr>
            <w:tcW w:w="3604" w:type="pct"/>
          </w:tcPr>
          <w:p w14:paraId="39902B2D" w14:textId="77777777" w:rsidR="00B91D5B" w:rsidRPr="00DF0A60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Use problem-solving skills to investigate non-conformance</w:t>
            </w:r>
          </w:p>
          <w:p w14:paraId="754C6925" w14:textId="6A8ACAC9" w:rsidR="00DF0A60" w:rsidRPr="00B91D5B" w:rsidRDefault="00DF0A60" w:rsidP="00B91D5B">
            <w:pPr>
              <w:pStyle w:val="SIBulletList1"/>
              <w:rPr>
                <w:rFonts w:eastAsiaTheme="majorEastAsia"/>
              </w:rPr>
            </w:pPr>
            <w:r>
              <w:t>Use technology and systems for quality control</w:t>
            </w:r>
          </w:p>
        </w:tc>
      </w:tr>
      <w:tr w:rsidR="00B91D5B" w:rsidRPr="00336FCA" w:rsidDel="00423CB2" w14:paraId="6CF29B65" w14:textId="77777777" w:rsidTr="00CA2922">
        <w:trPr>
          <w:tblHeader/>
        </w:trPr>
        <w:tc>
          <w:tcPr>
            <w:tcW w:w="1396" w:type="pct"/>
          </w:tcPr>
          <w:p w14:paraId="7D0AFD43" w14:textId="7D5D85EC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Reading</w:t>
            </w:r>
          </w:p>
        </w:tc>
        <w:tc>
          <w:tcPr>
            <w:tcW w:w="3604" w:type="pct"/>
          </w:tcPr>
          <w:p w14:paraId="07E7B0F7" w14:textId="77777777" w:rsidR="00B91D5B" w:rsidRPr="00B91D5B" w:rsidRDefault="00B91D5B" w:rsidP="00B91D5B">
            <w:pPr>
              <w:pStyle w:val="SIBulletList1"/>
            </w:pPr>
            <w:r w:rsidRPr="00B91D5B">
              <w:t>Interpret food safety plan details</w:t>
            </w:r>
          </w:p>
          <w:p w14:paraId="29A2FDE2" w14:textId="5E7C9B84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t>Interpret workplace food safety practices and procedures</w:t>
            </w:r>
          </w:p>
        </w:tc>
      </w:tr>
      <w:tr w:rsidR="00B91D5B" w:rsidRPr="00336FCA" w:rsidDel="00423CB2" w14:paraId="749125D5" w14:textId="77777777" w:rsidTr="00CA2922">
        <w:trPr>
          <w:tblHeader/>
        </w:trPr>
        <w:tc>
          <w:tcPr>
            <w:tcW w:w="1396" w:type="pct"/>
          </w:tcPr>
          <w:p w14:paraId="5031E784" w14:textId="6D670219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Oral communication</w:t>
            </w:r>
          </w:p>
        </w:tc>
        <w:tc>
          <w:tcPr>
            <w:tcW w:w="3604" w:type="pct"/>
          </w:tcPr>
          <w:p w14:paraId="258B859A" w14:textId="23C86F8C" w:rsidR="00B91D5B" w:rsidRPr="00B91D5B" w:rsidRDefault="00B91D5B" w:rsidP="00B91D5B">
            <w:pPr>
              <w:pStyle w:val="SIBulletList1"/>
              <w:rPr>
                <w:rFonts w:eastAsiaTheme="majorEastAsia"/>
              </w:rPr>
            </w:pPr>
            <w:r w:rsidRPr="00B91D5B">
              <w:rPr>
                <w:rFonts w:eastAsia="Calibri"/>
              </w:rPr>
              <w:t xml:space="preserve">Interact effectively with team members about CCP monitoring </w:t>
            </w:r>
          </w:p>
        </w:tc>
      </w:tr>
      <w:tr w:rsidR="00B91D5B" w:rsidRPr="00336FCA" w:rsidDel="00423CB2" w14:paraId="0B53FC8F" w14:textId="77777777" w:rsidTr="00CA2922">
        <w:trPr>
          <w:tblHeader/>
        </w:trPr>
        <w:tc>
          <w:tcPr>
            <w:tcW w:w="1396" w:type="pct"/>
          </w:tcPr>
          <w:p w14:paraId="58A2FA0B" w14:textId="5B6C0814" w:rsidR="00B91D5B" w:rsidRPr="00B91D5B" w:rsidRDefault="00B91D5B" w:rsidP="00B91D5B">
            <w:pPr>
              <w:pStyle w:val="SIText"/>
              <w:rPr>
                <w:rFonts w:eastAsiaTheme="majorEastAsia"/>
              </w:rPr>
            </w:pPr>
            <w:r w:rsidRPr="00B91D5B">
              <w:t>Numeracy</w:t>
            </w:r>
          </w:p>
        </w:tc>
        <w:tc>
          <w:tcPr>
            <w:tcW w:w="3604" w:type="pct"/>
          </w:tcPr>
          <w:p w14:paraId="5A7EC646" w14:textId="77777777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Interpret sampling requirements and test results</w:t>
            </w:r>
          </w:p>
          <w:p w14:paraId="7F5F6FE1" w14:textId="796EC84F" w:rsidR="00B91D5B" w:rsidRPr="00B91D5B" w:rsidRDefault="00B91D5B" w:rsidP="00B91D5B">
            <w:pPr>
              <w:pStyle w:val="SIBulletList1"/>
            </w:pPr>
            <w:r w:rsidRPr="00B91D5B">
              <w:rPr>
                <w:rFonts w:eastAsia="Calibri"/>
              </w:rPr>
              <w:t>Recognise trends in data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410EE" w14:paraId="7B3AD32B" w14:textId="77777777" w:rsidTr="00F33FF2">
        <w:tc>
          <w:tcPr>
            <w:tcW w:w="1028" w:type="pct"/>
          </w:tcPr>
          <w:p w14:paraId="16AF823A" w14:textId="7ADAE4AF" w:rsidR="005410EE" w:rsidRPr="005410EE" w:rsidRDefault="005410EE" w:rsidP="005410EE">
            <w:pPr>
              <w:pStyle w:val="SIText"/>
            </w:pPr>
            <w:r w:rsidRPr="005410EE">
              <w:t>AMP</w:t>
            </w:r>
            <w:r>
              <w:t>QUA4X</w:t>
            </w:r>
            <w:r w:rsidR="0052373C">
              <w:t>23</w:t>
            </w:r>
            <w:r>
              <w:t xml:space="preserve"> </w:t>
            </w:r>
            <w:r w:rsidRPr="005410EE">
              <w:t xml:space="preserve">Participate in the ongoing development and implementation of a HACCP and </w:t>
            </w:r>
            <w:r>
              <w:t>QA</w:t>
            </w:r>
            <w:r w:rsidRPr="005410EE">
              <w:t xml:space="preserve"> system</w:t>
            </w:r>
          </w:p>
        </w:tc>
        <w:tc>
          <w:tcPr>
            <w:tcW w:w="1105" w:type="pct"/>
          </w:tcPr>
          <w:p w14:paraId="6623A6C9" w14:textId="2A0A537D" w:rsidR="005410EE" w:rsidRPr="005410EE" w:rsidRDefault="005410EE" w:rsidP="005410EE">
            <w:pPr>
              <w:pStyle w:val="SIText"/>
            </w:pPr>
            <w:r w:rsidRPr="005410EE">
              <w:t>AMPX420 Participate in the ongoing development and implementation of a HACCP and Quality Assurance system</w:t>
            </w:r>
          </w:p>
        </w:tc>
        <w:tc>
          <w:tcPr>
            <w:tcW w:w="1251" w:type="pct"/>
          </w:tcPr>
          <w:p w14:paraId="38EF1B27" w14:textId="1B05E255" w:rsidR="005410EE" w:rsidRPr="005410EE" w:rsidRDefault="005410EE" w:rsidP="000D0D2A">
            <w:r w:rsidRPr="005410EE">
              <w:t>Unit code and title updated</w:t>
            </w:r>
            <w:r w:rsidRPr="005410EE">
              <w:br/>
              <w:t xml:space="preserve">Performance </w:t>
            </w:r>
            <w:r w:rsidR="00CA1923">
              <w:t>C</w:t>
            </w:r>
            <w:r w:rsidRPr="005410EE">
              <w:t>riteria clarified</w:t>
            </w:r>
            <w:r w:rsidRPr="005410EE">
              <w:br/>
              <w:t xml:space="preserve">Foundation </w:t>
            </w:r>
            <w:r w:rsidR="00CA1923">
              <w:t>S</w:t>
            </w:r>
            <w:r w:rsidRPr="005410EE">
              <w:t>kills added</w:t>
            </w:r>
            <w:r w:rsidRPr="005410EE">
              <w:br/>
              <w:t xml:space="preserve">Performance Evidence, Knowledge </w:t>
            </w:r>
            <w:r w:rsidR="00CA1923">
              <w:t>E</w:t>
            </w:r>
            <w:r w:rsidRPr="005410EE">
              <w:t>vidence and Assessment Conditions revised</w:t>
            </w:r>
          </w:p>
        </w:tc>
        <w:tc>
          <w:tcPr>
            <w:tcW w:w="1616" w:type="pct"/>
          </w:tcPr>
          <w:p w14:paraId="44BBFF38" w14:textId="532ED08B" w:rsidR="005410EE" w:rsidRPr="005410EE" w:rsidRDefault="005410EE" w:rsidP="005410EE">
            <w:pPr>
              <w:pStyle w:val="SIText"/>
            </w:pPr>
            <w:r w:rsidRPr="005410EE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64840246" w:rsidR="00F1480E" w:rsidRPr="001F16E2" w:rsidRDefault="00171D2C" w:rsidP="001F16E2">
            <w:pPr>
              <w:pStyle w:val="SIText"/>
            </w:pPr>
            <w:hyperlink r:id="rId11" w:history="1">
              <w:r w:rsidR="001F16E2" w:rsidRPr="001F16E2">
                <w:t>https://vetnet.gov.au/Pages/TrainingDocs.aspx?q=5e2e56b7-698f-4822-84bb-25adbb8443a7</w:t>
              </w:r>
            </w:hyperlink>
            <w:r w:rsidR="00E40225" w:rsidRPr="001F16E2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BC8846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A4159" w:rsidRPr="00CA4159">
              <w:t>AMP</w:t>
            </w:r>
            <w:r w:rsidR="003C1E5E">
              <w:t>QUA4X</w:t>
            </w:r>
            <w:r w:rsidR="0052373C">
              <w:t>23</w:t>
            </w:r>
            <w:r w:rsidR="00CA4159" w:rsidRPr="00CA4159">
              <w:t xml:space="preserve"> Participate in the ongoing development and implementation of a HACCP and Q</w:t>
            </w:r>
            <w:r w:rsidR="003C1E5E">
              <w:t xml:space="preserve">A </w:t>
            </w:r>
            <w:r w:rsidR="00CA4159" w:rsidRPr="00CA4159">
              <w:t>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79F5C85" w14:textId="77777777" w:rsidR="001D3AE1" w:rsidRPr="001D3AE1" w:rsidRDefault="001D3AE1" w:rsidP="001D3AE1">
            <w:pPr>
              <w:pStyle w:val="SIText"/>
            </w:pPr>
            <w:r w:rsidRPr="001D3AE1">
              <w:t>An individual demonstrating competency must satisfy all of the elements and performance criteria in this unit.</w:t>
            </w:r>
          </w:p>
          <w:p w14:paraId="47AD3534" w14:textId="77777777" w:rsidR="001D3AE1" w:rsidRPr="001D3AE1" w:rsidRDefault="001D3AE1" w:rsidP="001D3AE1">
            <w:pPr>
              <w:pStyle w:val="SIText"/>
            </w:pPr>
          </w:p>
          <w:p w14:paraId="11F250F1" w14:textId="668D80F2" w:rsidR="001D3AE1" w:rsidRDefault="001D3AE1" w:rsidP="001D3AE1">
            <w:pPr>
              <w:pStyle w:val="SIText"/>
            </w:pPr>
            <w:r w:rsidRPr="001D3AE1">
              <w:t>There must be evidence that the individual has</w:t>
            </w:r>
            <w:r>
              <w:t xml:space="preserve"> participated in the ongoing development and implementation of a </w:t>
            </w:r>
            <w:r w:rsidR="001E4C95" w:rsidRPr="001E4C95">
              <w:t xml:space="preserve">Hazard and Critical Control Point (HACCP)-based </w:t>
            </w:r>
            <w:r w:rsidR="001E4C95">
              <w:t>q</w:t>
            </w:r>
            <w:r w:rsidR="001E4C95" w:rsidRPr="001E4C95">
              <w:t xml:space="preserve">uality </w:t>
            </w:r>
            <w:r w:rsidR="001E4C95">
              <w:t>a</w:t>
            </w:r>
            <w:r w:rsidR="001E4C95" w:rsidRPr="001E4C95">
              <w:t xml:space="preserve">ssurance (QA) </w:t>
            </w:r>
            <w:r w:rsidR="001E4C95">
              <w:t>system</w:t>
            </w:r>
            <w:r>
              <w:t xml:space="preserve">, </w:t>
            </w:r>
            <w:r w:rsidR="00DF0A60">
              <w:t>using an existing and approved HACCP plan, including:</w:t>
            </w:r>
          </w:p>
          <w:p w14:paraId="1551F774" w14:textId="1FBF68E7" w:rsidR="001A7103" w:rsidRPr="001A7103" w:rsidRDefault="00DF0A60" w:rsidP="001A7103">
            <w:pPr>
              <w:pStyle w:val="SIBulletList1"/>
            </w:pPr>
            <w:r>
              <w:t>monitored critical control points (CCPs)</w:t>
            </w:r>
          </w:p>
          <w:p w14:paraId="76562A06" w14:textId="4418D552" w:rsidR="001A7103" w:rsidRPr="001A7103" w:rsidRDefault="001A7103" w:rsidP="001A7103">
            <w:pPr>
              <w:pStyle w:val="SIBulletList1"/>
            </w:pPr>
            <w:r w:rsidRPr="001A7103">
              <w:t>record</w:t>
            </w:r>
            <w:r w:rsidR="00DF0A60">
              <w:t>ed</w:t>
            </w:r>
            <w:r w:rsidRPr="001A7103">
              <w:t xml:space="preserve"> and analyse</w:t>
            </w:r>
            <w:r w:rsidR="00DF0A60">
              <w:t>d</w:t>
            </w:r>
            <w:r w:rsidRPr="001A7103">
              <w:t xml:space="preserve"> monitoring and verification data</w:t>
            </w:r>
          </w:p>
          <w:p w14:paraId="79918729" w14:textId="77777777" w:rsidR="00DF0A60" w:rsidRPr="00DF0A60" w:rsidRDefault="00DF0A60" w:rsidP="00DF0A60">
            <w:pPr>
              <w:pStyle w:val="SIBulletList1"/>
            </w:pPr>
            <w:r w:rsidRPr="00DF0A60">
              <w:t>verified and validated CCPs and critical limits</w:t>
            </w:r>
          </w:p>
          <w:p w14:paraId="49081BB4" w14:textId="23F569D8" w:rsidR="00556C4C" w:rsidRPr="005404CB" w:rsidRDefault="001A7103" w:rsidP="000D0D2A">
            <w:pPr>
              <w:pStyle w:val="SIBulletList1"/>
            </w:pPr>
            <w:r w:rsidRPr="001A7103">
              <w:t>develop</w:t>
            </w:r>
            <w:r w:rsidR="00DF0A60">
              <w:t>ed</w:t>
            </w:r>
            <w:r w:rsidRPr="001A7103">
              <w:t xml:space="preserve"> and implement</w:t>
            </w:r>
            <w:r w:rsidR="00DF0A60">
              <w:t>ed</w:t>
            </w:r>
            <w:r w:rsidRPr="001A7103">
              <w:t xml:space="preserve"> changes in a HACCP-based QA system</w:t>
            </w:r>
            <w:r w:rsidR="00DF0A60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DA272C1" w14:textId="77777777" w:rsidR="00DF0A60" w:rsidRPr="00DF0A60" w:rsidRDefault="00DF0A60" w:rsidP="00DF0A60">
            <w:pPr>
              <w:pStyle w:val="SIText"/>
            </w:pPr>
            <w:r w:rsidRPr="00DF0A60">
              <w:t>An individual must be able to demonstrate the knowledge required to perform the tasks outlined in the elements and performance criteria of this unit. This includes knowledge of:</w:t>
            </w:r>
          </w:p>
          <w:p w14:paraId="3AB5FFFF" w14:textId="77777777" w:rsidR="006B192D" w:rsidRPr="006B192D" w:rsidRDefault="006B192D" w:rsidP="006B192D">
            <w:pPr>
              <w:pStyle w:val="SIBulletList1"/>
            </w:pPr>
            <w:r w:rsidRPr="006B192D">
              <w:t>objectives of a HACCP-based QA system</w:t>
            </w:r>
          </w:p>
          <w:p w14:paraId="732ABB57" w14:textId="77777777" w:rsidR="006B192D" w:rsidRPr="006B192D" w:rsidRDefault="006B192D" w:rsidP="006B192D">
            <w:pPr>
              <w:pStyle w:val="SIBulletList1"/>
            </w:pPr>
            <w:r w:rsidRPr="006B192D">
              <w:t>the process for validating critical limits and CCPs</w:t>
            </w:r>
          </w:p>
          <w:p w14:paraId="4961F36A" w14:textId="65DEA5B3" w:rsidR="006B192D" w:rsidRPr="006B192D" w:rsidRDefault="006B192D" w:rsidP="006B192D">
            <w:pPr>
              <w:pStyle w:val="SIBulletList1"/>
            </w:pPr>
            <w:r w:rsidRPr="006B192D">
              <w:t xml:space="preserve">the role of pre-requisite programs and </w:t>
            </w:r>
            <w:r w:rsidR="001E4C95">
              <w:t>g</w:t>
            </w:r>
            <w:r w:rsidR="001E4C95" w:rsidRPr="006B192D">
              <w:t xml:space="preserve">ood </w:t>
            </w:r>
            <w:r w:rsidR="001E4C95">
              <w:t>m</w:t>
            </w:r>
            <w:r w:rsidR="001E4C95" w:rsidRPr="006B192D">
              <w:t xml:space="preserve">anufacturing </w:t>
            </w:r>
            <w:r w:rsidR="001E4C95">
              <w:t xml:space="preserve">practices </w:t>
            </w:r>
            <w:r w:rsidRPr="006B192D">
              <w:t>(GMPs) in a HACCP-based program</w:t>
            </w:r>
          </w:p>
          <w:p w14:paraId="4DC3F842" w14:textId="77777777" w:rsidR="006B192D" w:rsidRPr="006B192D" w:rsidRDefault="006B192D" w:rsidP="006B192D">
            <w:pPr>
              <w:pStyle w:val="SIBulletList1"/>
            </w:pPr>
            <w:r w:rsidRPr="006B192D">
              <w:t>the process of auditing and verifying a HACCP-based QA system</w:t>
            </w:r>
          </w:p>
          <w:p w14:paraId="7217D224" w14:textId="77777777" w:rsidR="006B192D" w:rsidRPr="006B192D" w:rsidRDefault="006B192D" w:rsidP="006B192D">
            <w:pPr>
              <w:pStyle w:val="SIBulletList1"/>
            </w:pPr>
            <w:r w:rsidRPr="006B192D">
              <w:t>the steps involved in developing a HACCP-based QA system</w:t>
            </w:r>
          </w:p>
          <w:p w14:paraId="16E5AAF0" w14:textId="77777777" w:rsidR="006B192D" w:rsidRPr="006B192D" w:rsidRDefault="006B192D" w:rsidP="006B192D">
            <w:pPr>
              <w:pStyle w:val="SIBulletList1"/>
            </w:pPr>
            <w:r w:rsidRPr="006B192D">
              <w:t>the steps involved in systematically introducing a HACCP-based QA system</w:t>
            </w:r>
          </w:p>
          <w:p w14:paraId="66608BB7" w14:textId="392674A8" w:rsidR="00F1480E" w:rsidRPr="005404CB" w:rsidRDefault="006B192D" w:rsidP="006B192D">
            <w:pPr>
              <w:pStyle w:val="SIBulletList1"/>
            </w:pPr>
            <w:r w:rsidRPr="006B192D">
              <w:t>the documentation required to support a HACCP-based QA system</w:t>
            </w:r>
            <w:r w:rsidR="001E4C95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C2C0846" w14:textId="77777777" w:rsidR="00DF0A60" w:rsidRPr="00DF0A60" w:rsidRDefault="00DF0A60" w:rsidP="00DF0A60">
            <w:pPr>
              <w:pStyle w:val="SIText"/>
            </w:pPr>
            <w:r w:rsidRPr="00DF0A60">
              <w:t>Assessment of skills in this unit of competency must take place under the following conditions:</w:t>
            </w:r>
          </w:p>
          <w:p w14:paraId="60461C0D" w14:textId="77777777" w:rsidR="00DF0A60" w:rsidRPr="00DF0A60" w:rsidRDefault="00DF0A60" w:rsidP="00DF0A60">
            <w:pPr>
              <w:pStyle w:val="SIBulletList1"/>
            </w:pPr>
            <w:r w:rsidRPr="00DF0A60">
              <w:t>physical conditions:</w:t>
            </w:r>
          </w:p>
          <w:p w14:paraId="7CAF0885" w14:textId="52D3BB3D" w:rsidR="00DF0A60" w:rsidRPr="00DF0A60" w:rsidRDefault="00DF0A60" w:rsidP="00DF0A60">
            <w:pPr>
              <w:pStyle w:val="SIBulletList2"/>
            </w:pPr>
            <w:r w:rsidRPr="00DF0A60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DF0A60">
              <w:t xml:space="preserve">a meat processing </w:t>
            </w:r>
            <w:r w:rsidR="00F51FC0">
              <w:t>premises</w:t>
            </w:r>
            <w:r w:rsidR="00F51FC0" w:rsidRPr="00DF0A60">
              <w:t xml:space="preserve"> </w:t>
            </w:r>
            <w:r w:rsidRPr="00DF0A60">
              <w:t>or an environment that accurately represents workplace conditions</w:t>
            </w:r>
          </w:p>
          <w:p w14:paraId="61E6C270" w14:textId="77777777" w:rsidR="00DF0A60" w:rsidRPr="00DF0A60" w:rsidRDefault="00DF0A60" w:rsidP="00DF0A60">
            <w:pPr>
              <w:pStyle w:val="SIBulletList1"/>
            </w:pPr>
            <w:r w:rsidRPr="00DF0A60">
              <w:t>resources, equipment and materials:</w:t>
            </w:r>
          </w:p>
          <w:p w14:paraId="30BB1BA5" w14:textId="170CED2A" w:rsidR="001E4C95" w:rsidRDefault="001E4C95" w:rsidP="00DF0A60">
            <w:pPr>
              <w:pStyle w:val="SIBulletList2"/>
            </w:pPr>
            <w:r>
              <w:t>real monitoring data</w:t>
            </w:r>
          </w:p>
          <w:p w14:paraId="4EB87B7E" w14:textId="142595CB" w:rsidR="001E4C95" w:rsidRDefault="001E4C95" w:rsidP="000D0D2A">
            <w:pPr>
              <w:pStyle w:val="SIBulletList2"/>
            </w:pPr>
            <w:r w:rsidRPr="001E4C95">
              <w:t>HACCP-based QA system</w:t>
            </w:r>
            <w:r w:rsidRPr="001E4C95" w:rsidDel="001E4C95">
              <w:t xml:space="preserve"> </w:t>
            </w:r>
          </w:p>
          <w:p w14:paraId="1D48C7E6" w14:textId="6E2CFB7A" w:rsidR="00DF0A60" w:rsidRPr="00DF0A60" w:rsidRDefault="00DF0A60" w:rsidP="00DF0A60">
            <w:pPr>
              <w:pStyle w:val="SIBulletList1"/>
            </w:pPr>
            <w:r w:rsidRPr="00DF0A60">
              <w:t>specifications:</w:t>
            </w:r>
          </w:p>
          <w:p w14:paraId="0C298D56" w14:textId="77777777" w:rsidR="00DF0A60" w:rsidRPr="00DF0A60" w:rsidRDefault="00DF0A60" w:rsidP="00DF0A60">
            <w:pPr>
              <w:pStyle w:val="SIBulletList2"/>
            </w:pPr>
            <w:r w:rsidRPr="00DF0A60">
              <w:t>HACCP plan for the work area that identifies CCPs, control measures and corrective actions</w:t>
            </w:r>
          </w:p>
          <w:p w14:paraId="311FDA5C" w14:textId="77777777" w:rsidR="00DF0A60" w:rsidRPr="00DF0A60" w:rsidRDefault="00DF0A60" w:rsidP="00DF0A60">
            <w:pPr>
              <w:pStyle w:val="SIBulletList1"/>
            </w:pPr>
            <w:r w:rsidRPr="00DF0A60">
              <w:t>relationships:</w:t>
            </w:r>
          </w:p>
          <w:p w14:paraId="2E08C527" w14:textId="77777777" w:rsidR="00DF0A60" w:rsidRPr="00DF0A60" w:rsidRDefault="00DF0A60" w:rsidP="00DF0A60">
            <w:pPr>
              <w:pStyle w:val="SIBulletList2"/>
            </w:pPr>
            <w:r w:rsidRPr="00DF0A60">
              <w:t>interactions with work team.</w:t>
            </w:r>
          </w:p>
          <w:p w14:paraId="218038D2" w14:textId="77777777" w:rsidR="00DF0A60" w:rsidRPr="00DF0A60" w:rsidRDefault="00DF0A60" w:rsidP="00DF0A60">
            <w:pPr>
              <w:pStyle w:val="SIText"/>
            </w:pPr>
          </w:p>
          <w:p w14:paraId="72FC2BF3" w14:textId="4F1086FC" w:rsidR="00F1480E" w:rsidRPr="00700D3C" w:rsidRDefault="00DF0A60" w:rsidP="00DF0A60">
            <w:pPr>
              <w:pStyle w:val="SIText"/>
            </w:pPr>
            <w:r w:rsidRPr="00DF0A6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6D1D664" w:rsidR="00F1480E" w:rsidRPr="0070478F" w:rsidRDefault="00171D2C" w:rsidP="0070478F">
            <w:pPr>
              <w:pStyle w:val="SIText"/>
            </w:pPr>
            <w:hyperlink r:id="rId12" w:history="1">
              <w:r w:rsidR="0070478F" w:rsidRPr="0070478F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C92A" w14:textId="77777777" w:rsidR="00171D2C" w:rsidRDefault="00171D2C" w:rsidP="00BF3F0A">
      <w:r>
        <w:separator/>
      </w:r>
    </w:p>
    <w:p w14:paraId="4D2B1B09" w14:textId="77777777" w:rsidR="00171D2C" w:rsidRDefault="00171D2C"/>
  </w:endnote>
  <w:endnote w:type="continuationSeparator" w:id="0">
    <w:p w14:paraId="1B2AEB7B" w14:textId="77777777" w:rsidR="00171D2C" w:rsidRDefault="00171D2C" w:rsidP="00BF3F0A">
      <w:r>
        <w:continuationSeparator/>
      </w:r>
    </w:p>
    <w:p w14:paraId="58989D55" w14:textId="77777777" w:rsidR="00171D2C" w:rsidRDefault="00171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368D" w14:textId="77777777" w:rsidR="0052373C" w:rsidRDefault="005237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97CA" w14:textId="77777777" w:rsidR="0052373C" w:rsidRDefault="005237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B78B" w14:textId="77777777" w:rsidR="00171D2C" w:rsidRDefault="00171D2C" w:rsidP="00BF3F0A">
      <w:r>
        <w:separator/>
      </w:r>
    </w:p>
    <w:p w14:paraId="4E384D00" w14:textId="77777777" w:rsidR="00171D2C" w:rsidRDefault="00171D2C"/>
  </w:footnote>
  <w:footnote w:type="continuationSeparator" w:id="0">
    <w:p w14:paraId="4688635A" w14:textId="77777777" w:rsidR="00171D2C" w:rsidRDefault="00171D2C" w:rsidP="00BF3F0A">
      <w:r>
        <w:continuationSeparator/>
      </w:r>
    </w:p>
    <w:p w14:paraId="79585ACB" w14:textId="77777777" w:rsidR="00171D2C" w:rsidRDefault="00171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4A05" w14:textId="77777777" w:rsidR="0052373C" w:rsidRDefault="005237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A5B2E06" w:rsidR="009C2650" w:rsidRPr="00583179" w:rsidRDefault="00171D2C" w:rsidP="00583179">
    <w:sdt>
      <w:sdtPr>
        <w:rPr>
          <w:lang w:eastAsia="en-US"/>
        </w:rPr>
        <w:id w:val="66366324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54F74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1542" w:rsidRPr="00583179">
      <w:rPr>
        <w:lang w:eastAsia="en-US"/>
      </w:rPr>
      <w:t>AMP</w:t>
    </w:r>
    <w:r w:rsidR="00541542">
      <w:t>QUA4X</w:t>
    </w:r>
    <w:r w:rsidR="0052373C">
      <w:t>23</w:t>
    </w:r>
    <w:r w:rsidR="00541542" w:rsidRPr="00583179">
      <w:rPr>
        <w:lang w:eastAsia="en-US"/>
      </w:rPr>
      <w:t xml:space="preserve"> </w:t>
    </w:r>
    <w:r w:rsidR="00583179" w:rsidRPr="00583179">
      <w:rPr>
        <w:lang w:eastAsia="en-US"/>
      </w:rPr>
      <w:t xml:space="preserve">Participate in the ongoing development and implementation of a HACCP and </w:t>
    </w:r>
    <w:r w:rsidR="005410EE">
      <w:t>QA</w:t>
    </w:r>
    <w:r w:rsidR="00583179" w:rsidRPr="00583179">
      <w:rPr>
        <w:lang w:eastAsia="en-US"/>
      </w:rPr>
      <w:t xml:space="preserve">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A2D" w14:textId="77777777" w:rsidR="0052373C" w:rsidRDefault="005237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0950A8"/>
    <w:multiLevelType w:val="multilevel"/>
    <w:tmpl w:val="05C00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B048CC"/>
    <w:multiLevelType w:val="multilevel"/>
    <w:tmpl w:val="21668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F3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0D2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D2C"/>
    <w:rsid w:val="00176E4F"/>
    <w:rsid w:val="0018546B"/>
    <w:rsid w:val="001A6A3E"/>
    <w:rsid w:val="001A7103"/>
    <w:rsid w:val="001A7B6D"/>
    <w:rsid w:val="001B34D5"/>
    <w:rsid w:val="001B513A"/>
    <w:rsid w:val="001C0A75"/>
    <w:rsid w:val="001C1306"/>
    <w:rsid w:val="001D30EB"/>
    <w:rsid w:val="001D3AE1"/>
    <w:rsid w:val="001D5C1B"/>
    <w:rsid w:val="001D7F5B"/>
    <w:rsid w:val="001E0849"/>
    <w:rsid w:val="001E16BC"/>
    <w:rsid w:val="001E16DF"/>
    <w:rsid w:val="001E4C95"/>
    <w:rsid w:val="001F16E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F5B"/>
    <w:rsid w:val="003B3493"/>
    <w:rsid w:val="003C13AE"/>
    <w:rsid w:val="003C1E5E"/>
    <w:rsid w:val="003C7152"/>
    <w:rsid w:val="003C75B0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373C"/>
    <w:rsid w:val="005248C1"/>
    <w:rsid w:val="00526134"/>
    <w:rsid w:val="005404CB"/>
    <w:rsid w:val="005405B2"/>
    <w:rsid w:val="005410EE"/>
    <w:rsid w:val="00541542"/>
    <w:rsid w:val="005427C8"/>
    <w:rsid w:val="005446D1"/>
    <w:rsid w:val="00556C4C"/>
    <w:rsid w:val="00557369"/>
    <w:rsid w:val="00557D22"/>
    <w:rsid w:val="00564ADD"/>
    <w:rsid w:val="005708EB"/>
    <w:rsid w:val="00575BC6"/>
    <w:rsid w:val="00581DF5"/>
    <w:rsid w:val="00583179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92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D3C"/>
    <w:rsid w:val="0070478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3CD"/>
    <w:rsid w:val="007D5A78"/>
    <w:rsid w:val="007E3BD1"/>
    <w:rsid w:val="007F1563"/>
    <w:rsid w:val="007F1EB2"/>
    <w:rsid w:val="007F44DB"/>
    <w:rsid w:val="007F5A8B"/>
    <w:rsid w:val="008108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0C4"/>
    <w:rsid w:val="008A12ED"/>
    <w:rsid w:val="008A39D3"/>
    <w:rsid w:val="008B2C77"/>
    <w:rsid w:val="008B4AD2"/>
    <w:rsid w:val="008B663E"/>
    <w:rsid w:val="008B7138"/>
    <w:rsid w:val="008B769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176C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D5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1923"/>
    <w:rsid w:val="00CA4159"/>
    <w:rsid w:val="00CB746F"/>
    <w:rsid w:val="00CC451E"/>
    <w:rsid w:val="00CD4E9D"/>
    <w:rsid w:val="00CD4F4D"/>
    <w:rsid w:val="00CE67B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4DB8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A60"/>
    <w:rsid w:val="00E238E6"/>
    <w:rsid w:val="00E34CD8"/>
    <w:rsid w:val="00E35064"/>
    <w:rsid w:val="00E3681D"/>
    <w:rsid w:val="00E40225"/>
    <w:rsid w:val="00E468DC"/>
    <w:rsid w:val="00E501F0"/>
    <w:rsid w:val="00E53E62"/>
    <w:rsid w:val="00E6166D"/>
    <w:rsid w:val="00E91BFF"/>
    <w:rsid w:val="00E92933"/>
    <w:rsid w:val="00E94FAD"/>
    <w:rsid w:val="00EA4504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1FC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16E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D3A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B4024-14C3-43E6-AAFA-567652933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60</TotalTime>
  <Pages>3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34</cp:revision>
  <cp:lastPrinted>2016-05-27T05:21:00Z</cp:lastPrinted>
  <dcterms:created xsi:type="dcterms:W3CDTF">2021-08-09T02:15:00Z</dcterms:created>
  <dcterms:modified xsi:type="dcterms:W3CDTF">2022-02-15T21:58:00Z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Merged Unit</vt:lpwstr>
  </property>
  <property fmtid="{D5CDD505-2E9C-101B-9397-08002B2CF9AE}" pid="29" name="Meat Group">
    <vt:lpwstr>3 Quality/Food safety/WHS</vt:lpwstr>
  </property>
</Properties>
</file>